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 page 1"/>
      </w:tblPr>
      <w:tblGrid>
        <w:gridCol w:w="3840"/>
        <w:gridCol w:w="713"/>
        <w:gridCol w:w="713"/>
        <w:gridCol w:w="3843"/>
        <w:gridCol w:w="720"/>
        <w:gridCol w:w="720"/>
        <w:gridCol w:w="3851"/>
      </w:tblGrid>
      <w:tr w:rsidR="00EE211D">
        <w:trPr>
          <w:trHeight w:hRule="exact" w:val="10800"/>
          <w:jc w:val="center"/>
        </w:trPr>
        <w:tc>
          <w:tcPr>
            <w:tcW w:w="3840" w:type="dxa"/>
          </w:tcPr>
          <w:sdt>
            <w:sdtPr>
              <w:alias w:val="Click icon at right to replace picture"/>
              <w:tag w:val="Click icon at right to replace picture"/>
              <w:id w:val="321324275"/>
              <w:picture/>
            </w:sdtPr>
            <w:sdtEndPr/>
            <w:sdtContent>
              <w:p w:rsidR="00EE211D" w:rsidRDefault="00321733">
                <w:r>
                  <w:rPr>
                    <w:noProof/>
                    <w:lang w:eastAsia="en-US"/>
                  </w:rPr>
                  <w:drawing>
                    <wp:inline distT="0" distB="0" distL="0" distR="0">
                      <wp:extent cx="2636520" cy="2788920"/>
                      <wp:effectExtent l="0" t="0" r="0" b="0"/>
                      <wp:docPr id="9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41830" cy="27945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EE211D" w:rsidRDefault="00EE211D">
            <w:pPr>
              <w:pStyle w:val="Caption"/>
            </w:pPr>
          </w:p>
          <w:p w:rsidR="003178AB" w:rsidRDefault="003178AB" w:rsidP="003178AB"/>
          <w:p w:rsidR="00871F8D" w:rsidRPr="003178AB" w:rsidRDefault="004424ED" w:rsidP="003178A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9FAF564" wp14:editId="2BA504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322580</wp:posOffset>
                      </wp:positionV>
                      <wp:extent cx="2415540" cy="3009900"/>
                      <wp:effectExtent l="0" t="0" r="22860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5540" cy="300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78AB" w:rsidRPr="003178AB" w:rsidRDefault="003178AB" w:rsidP="003178AB">
                                  <w:pPr>
                                    <w:pStyle w:val="Heading2"/>
                                    <w:rPr>
                                      <w:rStyle w:val="Heading2Char"/>
                                      <w:b/>
                                      <w:bCs/>
                                      <w:sz w:val="36"/>
                                    </w:rPr>
                                  </w:pPr>
                                  <w:r w:rsidRPr="003178AB">
                                    <w:rPr>
                                      <w:rStyle w:val="Heading2Char"/>
                                      <w:b/>
                                      <w:bCs/>
                                      <w:sz w:val="36"/>
                                    </w:rPr>
                                    <w:t>Why are students getting less exercise?</w:t>
                                  </w:r>
                                </w:p>
                                <w:p w:rsidR="003178AB" w:rsidRDefault="003178AB" w:rsidP="003178AB">
                                  <w:pPr>
                                    <w:pStyle w:val="ListParagraph"/>
                                  </w:pPr>
                                </w:p>
                                <w:p w:rsidR="003178AB" w:rsidRDefault="003178AB" w:rsidP="003178AB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Students are overburdened with school work</w:t>
                                  </w:r>
                                </w:p>
                                <w:p w:rsidR="003178AB" w:rsidRDefault="003178AB" w:rsidP="003178AB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While 71% of students played a sport in high school, only 6.7% play a sport in college</w:t>
                                  </w:r>
                                </w:p>
                                <w:p w:rsidR="003178AB" w:rsidRDefault="003178AB" w:rsidP="003178AB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Students are lacking the motivation to exercise, whether it be playing a sport, lifting, running, etc.</w:t>
                                  </w:r>
                                </w:p>
                                <w:p w:rsidR="003178AB" w:rsidRDefault="003178A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FAF5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25.4pt;width:190.2pt;height:23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">
                      <v:textbox>
                        <w:txbxContent>
                          <w:p w:rsidR="003178AB" w:rsidRPr="003178AB" w:rsidRDefault="003178AB" w:rsidP="003178AB">
                            <w:pPr>
                              <w:pStyle w:val="Heading2"/>
                              <w:rPr>
                                <w:rStyle w:val="Heading2Char"/>
                                <w:b/>
                                <w:bCs/>
                                <w:sz w:val="36"/>
                              </w:rPr>
                            </w:pPr>
                            <w:r w:rsidRPr="003178AB">
                              <w:rPr>
                                <w:rStyle w:val="Heading2Char"/>
                                <w:b/>
                                <w:bCs/>
                                <w:sz w:val="36"/>
                              </w:rPr>
                              <w:t>Why are students getting less exercise?</w:t>
                            </w:r>
                          </w:p>
                          <w:p w:rsidR="003178AB" w:rsidRDefault="003178AB" w:rsidP="003178AB">
                            <w:pPr>
                              <w:pStyle w:val="ListParagraph"/>
                            </w:pPr>
                          </w:p>
                          <w:p w:rsidR="003178AB" w:rsidRDefault="003178AB" w:rsidP="003178A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Students are overburdened with school work</w:t>
                            </w:r>
                          </w:p>
                          <w:p w:rsidR="003178AB" w:rsidRDefault="003178AB" w:rsidP="003178A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While 71% of students played a sport in high school, only 6.7% play a sport in college</w:t>
                            </w:r>
                          </w:p>
                          <w:p w:rsidR="003178AB" w:rsidRDefault="003178AB" w:rsidP="003178A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Students are lacking the motivation to exercise, whether it be playing a sport, lifting, running, etc.</w:t>
                            </w:r>
                          </w:p>
                          <w:p w:rsidR="003178AB" w:rsidRDefault="003178A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</w:tcPr>
          <w:p w:rsidR="00EE211D" w:rsidRDefault="00EE211D"/>
        </w:tc>
        <w:tc>
          <w:tcPr>
            <w:tcW w:w="713" w:type="dxa"/>
          </w:tcPr>
          <w:p w:rsidR="00EE211D" w:rsidRDefault="00EE211D">
            <w:bookmarkStart w:id="0" w:name="_GoBack"/>
            <w:bookmarkEnd w:id="0"/>
          </w:p>
        </w:tc>
        <w:tc>
          <w:tcPr>
            <w:tcW w:w="3843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3"/>
            </w:tblGrid>
            <w:tr w:rsidR="00EE211D">
              <w:trPr>
                <w:trHeight w:hRule="exact" w:val="7920"/>
              </w:trPr>
              <w:tc>
                <w:tcPr>
                  <w:tcW w:w="5000" w:type="pct"/>
                </w:tcPr>
                <w:p w:rsidR="003178AB" w:rsidRDefault="003178AB" w:rsidP="004424ED">
                  <w:pPr>
                    <w:pStyle w:val="Heading1"/>
                  </w:pPr>
                </w:p>
                <w:p w:rsidR="003178AB" w:rsidRPr="003178AB" w:rsidRDefault="003178AB" w:rsidP="003178AB"/>
                <w:p w:rsidR="003178AB" w:rsidRDefault="003178AB" w:rsidP="003178AB"/>
                <w:p w:rsidR="003178AB" w:rsidRPr="003178AB" w:rsidRDefault="004424ED" w:rsidP="003178AB">
                  <w:r>
                    <w:rPr>
                      <w:noProof/>
                      <w:lang w:eastAsia="en-US"/>
                    </w:rPr>
                    <w:drawing>
                      <wp:anchor distT="0" distB="0" distL="114300" distR="114300" simplePos="0" relativeHeight="251662336" behindDoc="0" locked="0" layoutInCell="1" allowOverlap="1" wp14:anchorId="4379DB88" wp14:editId="34E7B6FD">
                        <wp:simplePos x="0" y="0"/>
                        <wp:positionH relativeFrom="column">
                          <wp:posOffset>-394970</wp:posOffset>
                        </wp:positionH>
                        <wp:positionV relativeFrom="paragraph">
                          <wp:posOffset>2884805</wp:posOffset>
                        </wp:positionV>
                        <wp:extent cx="3238806" cy="1542415"/>
                        <wp:effectExtent l="0" t="0" r="0" b="635"/>
                        <wp:wrapNone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uhusky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38806" cy="1542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EE211D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p w:rsidR="00EE211D" w:rsidRDefault="00EE211D"/>
              </w:tc>
            </w:tr>
          </w:tbl>
          <w:p w:rsidR="00EE211D" w:rsidRDefault="00EE211D"/>
        </w:tc>
        <w:tc>
          <w:tcPr>
            <w:tcW w:w="720" w:type="dxa"/>
          </w:tcPr>
          <w:p w:rsidR="00EE211D" w:rsidRDefault="00EE211D"/>
        </w:tc>
        <w:tc>
          <w:tcPr>
            <w:tcW w:w="720" w:type="dxa"/>
          </w:tcPr>
          <w:p w:rsidR="00EE211D" w:rsidRDefault="00EE211D"/>
        </w:tc>
        <w:tc>
          <w:tcPr>
            <w:tcW w:w="3851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51"/>
            </w:tblGrid>
            <w:tr w:rsidR="00EE211D">
              <w:trPr>
                <w:trHeight w:hRule="exact" w:val="5760"/>
              </w:trPr>
              <w:sdt>
                <w:sdtPr>
                  <w:id w:val="-1297910721"/>
                  <w:picture/>
                </w:sdtPr>
                <w:sdtEndPr/>
                <w:sdtContent>
                  <w:tc>
                    <w:tcPr>
                      <w:tcW w:w="5000" w:type="pct"/>
                    </w:tcPr>
                    <w:p w:rsidR="00EE211D" w:rsidRDefault="00321733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3863E5CC" wp14:editId="6B738D70">
                            <wp:extent cx="2433955" cy="2788920"/>
                            <wp:effectExtent l="0" t="0" r="4445" b="0"/>
                            <wp:docPr id="8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 preferRelativeResize="0"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2174" cy="2798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  <w:tr w:rsidR="00EE211D">
              <w:trPr>
                <w:trHeight w:hRule="exact" w:val="360"/>
              </w:trPr>
              <w:tc>
                <w:tcPr>
                  <w:tcW w:w="5000" w:type="pct"/>
                </w:tcPr>
                <w:p w:rsidR="00EE211D" w:rsidRDefault="00EE211D"/>
              </w:tc>
            </w:tr>
          </w:tbl>
          <w:p w:rsidR="00EE211D" w:rsidRDefault="00321733">
            <w:r w:rsidRPr="004424ED">
              <w:rPr>
                <w:noProof/>
                <w:color w:val="auto"/>
                <w:sz w:val="3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B05E2B8" wp14:editId="3BD78F60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7620</wp:posOffset>
                      </wp:positionV>
                      <wp:extent cx="2446020" cy="3002280"/>
                      <wp:effectExtent l="0" t="0" r="11430" b="2667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6020" cy="300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24ED" w:rsidRPr="003178AB" w:rsidRDefault="004424ED" w:rsidP="004424ED">
                                  <w:pPr>
                                    <w:pStyle w:val="Heading1"/>
                                    <w:rPr>
                                      <w:color w:val="auto"/>
                                      <w:sz w:val="36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36"/>
                                    </w:rPr>
                                    <w:t>H</w:t>
                                  </w:r>
                                  <w:r w:rsidRPr="003178AB">
                                    <w:rPr>
                                      <w:color w:val="auto"/>
                                      <w:sz w:val="36"/>
                                    </w:rPr>
                                    <w:t>ow Can We Fix This Problem?</w:t>
                                  </w:r>
                                </w:p>
                                <w:p w:rsidR="004424ED" w:rsidRDefault="004424ED" w:rsidP="004424ED"/>
                                <w:p w:rsidR="004424ED" w:rsidRDefault="004424ED" w:rsidP="004424ED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Get Students to Exercise</w:t>
                                  </w:r>
                                </w:p>
                                <w:p w:rsidR="004424ED" w:rsidRDefault="004424ED" w:rsidP="004424ED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Offer programs to help students manage time</w:t>
                                  </w:r>
                                </w:p>
                                <w:p w:rsidR="004424ED" w:rsidRDefault="004424ED" w:rsidP="004424ED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Keep students informed about intramural sports and opportunities</w:t>
                                  </w:r>
                                </w:p>
                                <w:p w:rsidR="004424ED" w:rsidRDefault="004424ED" w:rsidP="004424ED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Educate students on the health risks that come with minimal exercise</w:t>
                                  </w:r>
                                </w:p>
                                <w:p w:rsidR="004424ED" w:rsidRDefault="004424E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5E2B8" id="_x0000_s1027" type="#_x0000_t202" style="position:absolute;margin-left:-1pt;margin-top:.6pt;width:192.6pt;height:23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">
                      <v:textbox>
                        <w:txbxContent>
                          <w:p w:rsidR="004424ED" w:rsidRPr="003178AB" w:rsidRDefault="004424ED" w:rsidP="004424ED">
                            <w:pPr>
                              <w:pStyle w:val="Heading1"/>
                              <w:rPr>
                                <w:color w:val="auto"/>
                                <w:sz w:val="36"/>
                              </w:rPr>
                            </w:pPr>
                            <w:r>
                              <w:rPr>
                                <w:color w:val="auto"/>
                                <w:sz w:val="36"/>
                              </w:rPr>
                              <w:t>H</w:t>
                            </w:r>
                            <w:r w:rsidRPr="003178AB">
                              <w:rPr>
                                <w:color w:val="auto"/>
                                <w:sz w:val="36"/>
                              </w:rPr>
                              <w:t>ow Can We Fix This Problem?</w:t>
                            </w:r>
                          </w:p>
                          <w:p w:rsidR="004424ED" w:rsidRDefault="004424ED" w:rsidP="004424ED"/>
                          <w:p w:rsidR="004424ED" w:rsidRDefault="004424ED" w:rsidP="004424E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Get Students to Exercise</w:t>
                            </w:r>
                          </w:p>
                          <w:p w:rsidR="004424ED" w:rsidRDefault="004424ED" w:rsidP="004424E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Offer programs to help students manage time</w:t>
                            </w:r>
                          </w:p>
                          <w:p w:rsidR="004424ED" w:rsidRDefault="004424ED" w:rsidP="004424E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Keep students informed about intramural sports and opportunities</w:t>
                            </w:r>
                          </w:p>
                          <w:p w:rsidR="004424ED" w:rsidRDefault="004424ED" w:rsidP="004424E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Educate students on the health risks that come with minimal exercise</w:t>
                            </w:r>
                          </w:p>
                          <w:p w:rsidR="004424ED" w:rsidRDefault="004424ED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E211D" w:rsidRDefault="00321733">
      <w:pPr>
        <w:pStyle w:val="NoSpacing"/>
      </w:pPr>
      <w:r w:rsidRPr="00321733">
        <w:rPr>
          <w:noProof/>
          <w:sz w:val="4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10DFA7A" wp14:editId="204EF031">
                <wp:simplePos x="0" y="0"/>
                <wp:positionH relativeFrom="margin">
                  <wp:posOffset>3168015</wp:posOffset>
                </wp:positionH>
                <wp:positionV relativeFrom="paragraph">
                  <wp:posOffset>-7223760</wp:posOffset>
                </wp:positionV>
                <wp:extent cx="2819400" cy="32004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733" w:rsidRDefault="00321733"/>
                          <w:tbl>
                            <w:tblPr>
                              <w:tblStyle w:val="TableLayout"/>
                              <w:tblW w:w="5000" w:type="pct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138"/>
                            </w:tblGrid>
                            <w:tr w:rsidR="00321733" w:rsidTr="006F5DFC">
                              <w:trPr>
                                <w:trHeight w:hRule="exact" w:val="3240"/>
                              </w:trPr>
                              <w:sdt>
                                <w:sdtPr>
                                  <w:rPr>
                                    <w:sz w:val="48"/>
                                  </w:rPr>
                                  <w:alias w:val="Company"/>
                                  <w:tag w:val=""/>
                                  <w:id w:val="969408885"/>
                                  <w:placeholder>
                                    <w:docPart w:val="6463BD36B6C94F6E88F47304C304745D"/>
                                  </w:placeholder>
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<w:text/>
                                </w:sdtPr>
                                <w:sdtContent>
                                  <w:tc>
                                    <w:tcPr>
                                      <w:tcW w:w="5000" w:type="pct"/>
                                      <w:shd w:val="clear" w:color="auto" w:fill="B33536" w:themeFill="accent2"/>
                                    </w:tcPr>
                                    <w:p w:rsidR="00321733" w:rsidRDefault="00321733" w:rsidP="00321733">
                                      <w:pPr>
                                        <w:pStyle w:val="Title"/>
                                      </w:pPr>
                                      <w:r w:rsidRPr="00871F8D">
                                        <w:rPr>
                                          <w:sz w:val="48"/>
                                        </w:rPr>
                                        <w:t>Bloomsburg University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321733" w:rsidTr="006F5DFC">
                              <w:trPr>
                                <w:trHeight w:hRule="exact" w:val="1440"/>
                              </w:trPr>
                              <w:tc>
                                <w:tcPr>
                                  <w:tcW w:w="5000" w:type="pct"/>
                                  <w:shd w:val="clear" w:color="auto" w:fill="B33536" w:themeFill="accent2"/>
                                  <w:vAlign w:val="bottom"/>
                                </w:tcPr>
                                <w:p w:rsidR="00321733" w:rsidRDefault="00321733" w:rsidP="00321733">
                                  <w:pPr>
                                    <w:pStyle w:val="Subtitle"/>
                                  </w:pPr>
                                  <w:r>
                                    <w:t xml:space="preserve">College </w:t>
                                  </w:r>
                                  <w:r w:rsidRPr="003E1FEF">
                                    <w:rPr>
                                      <w:shd w:val="clear" w:color="auto" w:fill="B33536" w:themeFill="accent2"/>
                                    </w:rPr>
                                    <w:t>Students</w:t>
                                  </w:r>
                                  <w:r>
                                    <w:t xml:space="preserve"> Lacking Physical Activity</w:t>
                                  </w:r>
                                </w:p>
                              </w:tc>
                            </w:tr>
                          </w:tbl>
                          <w:p w:rsidR="00321733" w:rsidRDefault="0032173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DFA7A" id="_x0000_s1028" type="#_x0000_t202" style="position:absolute;margin-left:249.45pt;margin-top:-568.8pt;width:222pt;height:25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" stroked="f">
                <v:textbox>
                  <w:txbxContent>
                    <w:p w:rsidR="00321733" w:rsidRDefault="00321733"/>
                    <w:tbl>
                      <w:tblPr>
                        <w:tblStyle w:val="TableLayout"/>
                        <w:tblW w:w="5000" w:type="pct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138"/>
                      </w:tblGrid>
                      <w:tr w:rsidR="00321733" w:rsidTr="006F5DFC">
                        <w:trPr>
                          <w:trHeight w:hRule="exact" w:val="3240"/>
                        </w:trPr>
                        <w:sdt>
                          <w:sdtPr>
                            <w:rPr>
                              <w:sz w:val="48"/>
                            </w:rPr>
                            <w:alias w:val="Company"/>
                            <w:tag w:val=""/>
                            <w:id w:val="969408885"/>
                            <w:placeholder>
                              <w:docPart w:val="6463BD36B6C94F6E88F47304C304745D"/>
                            </w:placeholder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Content>
                            <w:tc>
                              <w:tcPr>
                                <w:tcW w:w="5000" w:type="pct"/>
                                <w:shd w:val="clear" w:color="auto" w:fill="B33536" w:themeFill="accent2"/>
                              </w:tcPr>
                              <w:p w:rsidR="00321733" w:rsidRDefault="00321733" w:rsidP="00321733">
                                <w:pPr>
                                  <w:pStyle w:val="Title"/>
                                </w:pPr>
                                <w:r w:rsidRPr="00871F8D">
                                  <w:rPr>
                                    <w:sz w:val="48"/>
                                  </w:rPr>
                                  <w:t>Bloomsburg University</w:t>
                                </w:r>
                              </w:p>
                            </w:tc>
                          </w:sdtContent>
                        </w:sdt>
                      </w:tr>
                      <w:tr w:rsidR="00321733" w:rsidTr="006F5DFC">
                        <w:trPr>
                          <w:trHeight w:hRule="exact" w:val="1440"/>
                        </w:trPr>
                        <w:tc>
                          <w:tcPr>
                            <w:tcW w:w="5000" w:type="pct"/>
                            <w:shd w:val="clear" w:color="auto" w:fill="B33536" w:themeFill="accent2"/>
                            <w:vAlign w:val="bottom"/>
                          </w:tcPr>
                          <w:p w:rsidR="00321733" w:rsidRDefault="00321733" w:rsidP="00321733">
                            <w:pPr>
                              <w:pStyle w:val="Subtitle"/>
                            </w:pPr>
                            <w:r>
                              <w:t xml:space="preserve">College </w:t>
                            </w:r>
                            <w:r w:rsidRPr="003E1FEF">
                              <w:rPr>
                                <w:shd w:val="clear" w:color="auto" w:fill="B33536" w:themeFill="accent2"/>
                              </w:rPr>
                              <w:t>Students</w:t>
                            </w:r>
                            <w:r>
                              <w:t xml:space="preserve"> Lacking Physical Activity</w:t>
                            </w:r>
                          </w:p>
                        </w:tc>
                      </w:tr>
                    </w:tbl>
                    <w:p w:rsidR="00321733" w:rsidRDefault="00321733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0775273" wp14:editId="7CA2A685">
                <wp:simplePos x="0" y="0"/>
                <wp:positionH relativeFrom="column">
                  <wp:posOffset>3345180</wp:posOffset>
                </wp:positionH>
                <wp:positionV relativeFrom="paragraph">
                  <wp:posOffset>-685800</wp:posOffset>
                </wp:positionV>
                <wp:extent cx="2360930" cy="1404620"/>
                <wp:effectExtent l="0" t="0" r="20320" b="171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tag w:val=""/>
                              <w:id w:val="-298851745"/>
                              <w:placeholder>
                                <w:docPart w:val="D14747E838654F11A628972BCF9E5077"/>
                              </w:placeholder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p w:rsidR="00321733" w:rsidRPr="00321733" w:rsidRDefault="00321733" w:rsidP="00321733">
                                <w:pPr>
                                  <w:pStyle w:val="Company"/>
                                  <w:shd w:val="clear" w:color="auto" w:fill="B33536" w:themeFill="accent2"/>
                                  <w:rPr>
                                    <w:color w:val="FFFFFF" w:themeColor="background1"/>
                                  </w:rPr>
                                </w:pPr>
                                <w:r w:rsidRPr="00321733">
                                  <w:rPr>
                                    <w:color w:val="FFFFFF" w:themeColor="background1"/>
                                  </w:rPr>
                                  <w:t>Bloomsburg University</w:t>
                                </w:r>
                              </w:p>
                            </w:sdtContent>
                          </w:sdt>
                          <w:p w:rsidR="00321733" w:rsidRDefault="00321733" w:rsidP="00321733">
                            <w:pPr>
                              <w:pStyle w:val="Footer"/>
                            </w:pPr>
                            <w:r>
                              <w:t>400 East 2</w:t>
                            </w:r>
                            <w:r w:rsidRPr="004424ED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Street</w:t>
                            </w:r>
                          </w:p>
                          <w:p w:rsidR="00321733" w:rsidRDefault="00321733" w:rsidP="00321733">
                            <w:r>
                              <w:t>Bloomsburg, PA 17815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75273" id="_x0000_s1029" type="#_x0000_t202" style="position:absolute;margin-left:263.4pt;margin-top:-54pt;width:185.9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">
                <v:textbox style="mso-fit-shape-to-text:t">
                  <w:txbxContent>
                    <w:sdt>
                      <w:sdtPr>
                        <w:rPr>
                          <w:color w:val="FFFFFF" w:themeColor="background1"/>
                        </w:rPr>
                        <w:alias w:val="Company"/>
                        <w:tag w:val=""/>
                        <w:id w:val="-298851745"/>
                        <w:placeholder>
                          <w:docPart w:val="D14747E838654F11A628972BCF9E5077"/>
                        </w:placeholder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Content>
                        <w:p w:rsidR="00321733" w:rsidRPr="00321733" w:rsidRDefault="00321733" w:rsidP="00321733">
                          <w:pPr>
                            <w:pStyle w:val="Company"/>
                            <w:shd w:val="clear" w:color="auto" w:fill="B33536" w:themeFill="accent2"/>
                            <w:rPr>
                              <w:color w:val="FFFFFF" w:themeColor="background1"/>
                            </w:rPr>
                          </w:pPr>
                          <w:r w:rsidRPr="00321733">
                            <w:rPr>
                              <w:color w:val="FFFFFF" w:themeColor="background1"/>
                            </w:rPr>
                            <w:t>Bloomsburg University</w:t>
                          </w:r>
                        </w:p>
                      </w:sdtContent>
                    </w:sdt>
                    <w:p w:rsidR="00321733" w:rsidRDefault="00321733" w:rsidP="00321733">
                      <w:pPr>
                        <w:pStyle w:val="Footer"/>
                      </w:pPr>
                      <w:r>
                        <w:t>400 East 2</w:t>
                      </w:r>
                      <w:r w:rsidRPr="004424ED">
                        <w:rPr>
                          <w:vertAlign w:val="superscript"/>
                        </w:rPr>
                        <w:t>nd</w:t>
                      </w:r>
                      <w:r>
                        <w:t xml:space="preserve"> Street</w:t>
                      </w:r>
                    </w:p>
                    <w:p w:rsidR="00321733" w:rsidRDefault="00321733" w:rsidP="00321733">
                      <w:r>
                        <w:t>Bloomsburg, PA 17815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211D">
      <w:pgSz w:w="15840" w:h="12240" w:orient="landscape" w:code="1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59F5517A"/>
    <w:multiLevelType w:val="hybridMultilevel"/>
    <w:tmpl w:val="E5A6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937B92"/>
    <w:multiLevelType w:val="hybridMultilevel"/>
    <w:tmpl w:val="B1B60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8D"/>
    <w:rsid w:val="003178AB"/>
    <w:rsid w:val="00321733"/>
    <w:rsid w:val="003E1FEF"/>
    <w:rsid w:val="004424ED"/>
    <w:rsid w:val="00871F8D"/>
    <w:rsid w:val="00EE211D"/>
    <w:rsid w:val="00F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C7CF7E-46CE-452D-9C28-054367DC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Layout">
    <w:name w:val="Table Layout"/>
    <w:basedOn w:val="TableNormal"/>
    <w:uiPriority w:val="99"/>
    <w:tblPr>
      <w:tblCellMar>
        <w:left w:w="0" w:type="dxa"/>
        <w:right w:w="0" w:type="dxa"/>
      </w:tblCellMar>
    </w:tblPr>
  </w:style>
  <w:style w:type="paragraph" w:styleId="Caption">
    <w:name w:val="caption"/>
    <w:basedOn w:val="Normal"/>
    <w:next w:val="Normal"/>
    <w:uiPriority w:val="2"/>
    <w:unhideWhenUsed/>
    <w:qFormat/>
    <w:pPr>
      <w:spacing w:after="340" w:line="240" w:lineRule="auto"/>
    </w:pPr>
    <w:rPr>
      <w:i/>
      <w:iCs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Company">
    <w:name w:val="Company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Footer">
    <w:name w:val="footer"/>
    <w:basedOn w:val="Normal"/>
    <w:link w:val="FooterChar"/>
    <w:uiPriority w:val="2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2"/>
    <w:rPr>
      <w:rFonts w:asciiTheme="minorHAnsi" w:eastAsiaTheme="minorEastAsia" w:hAnsiTheme="minorHAnsi" w:cstheme="minorBidi"/>
      <w:sz w:val="17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SubtitleChar">
    <w:name w:val="Subtitle Char"/>
    <w:basedOn w:val="DefaultParagraphFont"/>
    <w:link w:val="Subtitle"/>
    <w:uiPriority w:val="1"/>
    <w:rPr>
      <w:i/>
      <w:iCs/>
      <w:color w:val="FFFFFF" w:themeColor="background1"/>
      <w:sz w:val="26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027E6F" w:themeColor="accent1" w:themeShade="BF"/>
        <w:bottom w:val="single" w:sz="4" w:space="14" w:color="027E6F" w:themeColor="accent1" w:themeShade="BF"/>
      </w:pBdr>
      <w:spacing w:before="480" w:after="480" w:line="336" w:lineRule="auto"/>
    </w:pPr>
    <w:rPr>
      <w:i/>
      <w:iCs/>
      <w:color w:val="027E6F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027E6F" w:themeColor="accent1" w:themeShade="BF"/>
      <w:sz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bCs/>
    </w:rPr>
  </w:style>
  <w:style w:type="paragraph" w:styleId="ListParagraph">
    <w:name w:val="List Paragraph"/>
    <w:basedOn w:val="Normal"/>
    <w:uiPriority w:val="34"/>
    <w:unhideWhenUsed/>
    <w:qFormat/>
    <w:rsid w:val="00871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as\AppData\Roaming\Microsoft\Templates\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463BD36B6C94F6E88F47304C3047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0D6D4-5321-40DA-BE28-746A6C84B024}"/>
      </w:docPartPr>
      <w:docPartBody>
        <w:p w:rsidR="00000000" w:rsidRDefault="00787847" w:rsidP="00787847">
          <w:pPr>
            <w:pStyle w:val="6463BD36B6C94F6E88F47304C304745D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47"/>
    <w:rsid w:val="00787847"/>
    <w:rsid w:val="00B6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87847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1FD00D7EC843BD9427D5660776125D">
    <w:name w:val="EC1FD00D7EC843BD9427D5660776125D"/>
  </w:style>
  <w:style w:type="character" w:customStyle="1" w:styleId="Heading2Char">
    <w:name w:val="Heading 2 Char"/>
    <w:basedOn w:val="DefaultParagraphFont"/>
    <w:link w:val="Heading2"/>
    <w:uiPriority w:val="1"/>
    <w:rsid w:val="00787847"/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200" w:line="288" w:lineRule="auto"/>
    </w:pPr>
    <w:rPr>
      <w:color w:val="50637D" w:themeColor="text2" w:themeTint="E6"/>
      <w:sz w:val="20"/>
    </w:rPr>
  </w:style>
  <w:style w:type="paragraph" w:customStyle="1" w:styleId="87C3C3C750244FDBBA044C5997C781C9">
    <w:name w:val="87C3C3C750244FDBBA044C5997C781C9"/>
  </w:style>
  <w:style w:type="paragraph" w:customStyle="1" w:styleId="63D29B92DFE046D584535C1DE3DCB1F5">
    <w:name w:val="63D29B92DFE046D584535C1DE3DCB1F5"/>
  </w:style>
  <w:style w:type="paragraph" w:customStyle="1" w:styleId="87B323862D93478295EF18AFADDBC0E9">
    <w:name w:val="87B323862D93478295EF18AFADDBC0E9"/>
  </w:style>
  <w:style w:type="paragraph" w:customStyle="1" w:styleId="6F96634F45FB46AC97BE8151D9243F9A">
    <w:name w:val="6F96634F45FB46AC97BE8151D9243F9A"/>
  </w:style>
  <w:style w:type="paragraph" w:customStyle="1" w:styleId="20DE1F5379074CADB0E51E40CDD7BB62">
    <w:name w:val="20DE1F5379074CADB0E51E40CDD7BB62"/>
  </w:style>
  <w:style w:type="paragraph" w:customStyle="1" w:styleId="95BA11547E1E43639366B02D50B2394A">
    <w:name w:val="95BA11547E1E43639366B02D50B2394A"/>
  </w:style>
  <w:style w:type="paragraph" w:customStyle="1" w:styleId="4D8411BD52A04FB7A3D24BFC199ED395">
    <w:name w:val="4D8411BD52A04FB7A3D24BFC199ED395"/>
  </w:style>
  <w:style w:type="paragraph" w:customStyle="1" w:styleId="C38A8A79BBF742CC826BFABFF26B5A03">
    <w:name w:val="C38A8A79BBF742CC826BFABFF26B5A03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customStyle="1" w:styleId="696B32CF932749C88C834321CB46C042">
    <w:name w:val="696B32CF932749C88C834321CB46C042"/>
  </w:style>
  <w:style w:type="paragraph" w:customStyle="1" w:styleId="D965C87DA3484F99B57352CE737F1310">
    <w:name w:val="D965C87DA3484F99B57352CE737F1310"/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2E74B5" w:themeColor="accent1" w:themeShade="BF"/>
        <w:bottom w:val="single" w:sz="4" w:space="14" w:color="2E74B5" w:themeColor="accent1" w:themeShade="BF"/>
      </w:pBdr>
      <w:spacing w:before="480" w:after="480" w:line="336" w:lineRule="auto"/>
    </w:pPr>
    <w:rPr>
      <w:i/>
      <w:iCs/>
      <w:color w:val="2E74B5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2E74B5" w:themeColor="accent1" w:themeShade="BF"/>
      <w:sz w:val="30"/>
    </w:rPr>
  </w:style>
  <w:style w:type="paragraph" w:customStyle="1" w:styleId="162D184D72F74A96946D71C2FC7E4C96">
    <w:name w:val="162D184D72F74A96946D71C2FC7E4C96"/>
  </w:style>
  <w:style w:type="paragraph" w:customStyle="1" w:styleId="4E489011C1B64607BC591F23EE4B5095">
    <w:name w:val="4E489011C1B64607BC591F23EE4B5095"/>
  </w:style>
  <w:style w:type="paragraph" w:customStyle="1" w:styleId="6A41B5491B324275A0DCE1D8F1671A77">
    <w:name w:val="6A41B5491B324275A0DCE1D8F1671A77"/>
    <w:rsid w:val="00787847"/>
  </w:style>
  <w:style w:type="paragraph" w:customStyle="1" w:styleId="D14747E838654F11A628972BCF9E5077">
    <w:name w:val="D14747E838654F11A628972BCF9E5077"/>
    <w:rsid w:val="00787847"/>
  </w:style>
  <w:style w:type="paragraph" w:customStyle="1" w:styleId="A55A4C07887C426D886B3D520C55B272">
    <w:name w:val="A55A4C07887C426D886B3D520C55B272"/>
    <w:rsid w:val="00787847"/>
  </w:style>
  <w:style w:type="paragraph" w:customStyle="1" w:styleId="5FF351C597924CFAAD82F45F41F4574D">
    <w:name w:val="5FF351C597924CFAAD82F45F41F4574D"/>
    <w:rsid w:val="00787847"/>
  </w:style>
  <w:style w:type="paragraph" w:customStyle="1" w:styleId="6463BD36B6C94F6E88F47304C304745D">
    <w:name w:val="6463BD36B6C94F6E88F47304C304745D"/>
    <w:rsid w:val="007878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FA69E81-0C24-4775-962E-38A881F681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43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Lucas Grimm</dc:creator>
  <cp:keywords/>
  <cp:lastModifiedBy>Lucas Grimm</cp:lastModifiedBy>
  <cp:revision>2</cp:revision>
  <dcterms:created xsi:type="dcterms:W3CDTF">2015-03-02T22:39:00Z</dcterms:created>
  <dcterms:modified xsi:type="dcterms:W3CDTF">2015-03-02T23:27:00Z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TC029118979991</vt:lpwstr>
  </property>
</Properties>
</file>